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/>
    <w:p/>
    <w:p/>
    <w:p/>
    <w:p/>
    <w:p>
      <w:pPr>
        <w:jc w:val="center"/>
      </w:pPr>
      <w:r>
        <w:drawing>
          <wp:inline distT="0" distB="0" distL="85725" distR="85725">
            <wp:extent cx="3810000" cy="3810000"/>
            <wp:effectExtent l="0" t="0" r="0" b="1"/>
            <wp:docPr id="2" name="图片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图片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810000" cy="3810000"/>
                    </a:xfrm>
                    <a:prstGeom prst="rect"/>
                    <a:noFill/>
                    <a:ln w="9525" cmpd="sng" cap="flat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Nimbus Roman" w:cs="Nimbus Roman" w:hAnsi="Nimbus Roman"/>
          <w:color w:val="000000"/>
          <w:sz w:val="21"/>
          <w:szCs w:val="21"/>
        </w:rPr>
        <w:t>《</w:t>
      </w:r>
      <w:r>
        <w:rPr>
          <w:rFonts w:ascii="Nimbus Roman" w:cs="Nimbus Roman" w:hAnsi="Nimbus Roman" w:hint="eastAsia"/>
          <w:color w:val="000000"/>
          <w:sz w:val="21"/>
          <w:szCs w:val="21"/>
        </w:rPr>
        <w:t>金楼映辉 “沅”素爆棚</w:t>
      </w:r>
      <w:r>
        <w:rPr>
          <w:rFonts w:ascii="Nimbus Roman" w:cs="Nimbus Roman" w:hAnsi="Nimbus Roman"/>
          <w:color w:val="000000"/>
          <w:sz w:val="21"/>
          <w:szCs w:val="21"/>
        </w:rPr>
        <w:t>》</w:t>
      </w: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Nimbus Roman">
    <w:altName w:val="DejaVu Sans"/>
    <w:panose1 w:val="00000500000000000000"/>
    <w:charset w:val="00"/>
    <w:family w:val="auto"/>
    <w:pitch w:val="variable"/>
    <w:sig w:usb0="00000287" w:usb1="00000800" w:usb2="00000000" w:usb3="00000000" w:csb0="6000009F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方正黑体_GBK"/>
    <w:panose1 w:val="02010600030101010101"/>
    <w:charset w:val="86"/>
    <w:family w:val="script"/>
    <w:pitch w:val="variable"/>
    <w:sig w:usb0="00000003" w:usb1="080E0000" w:usb2="00000000" w:usb3="00000000" w:csb0="00040001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黑体">
    <w:altName w:val="方正黑体_GBK"/>
    <w:panose1 w:val="02000000000000000000"/>
    <w:charset w:val="86"/>
    <w:family w:val="script"/>
    <w:pitch w:val="variable"/>
    <w:sig w:usb0="A00002BF" w:usb1="38CF7CFA" w:usb2="00082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5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doNotIncludeSubdocsInStats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customStyle="1" w:styleId="1Char">
    <w:name w:val="heading 1 Char"/>
    <w:basedOn w:val="10"/>
    <w:link w:val="1"/>
    <w:rPr>
      <w:rFonts w:ascii="Times New Roman" w:eastAsia="宋体" w:cs="Lucida Sans" w:hAnsi="Times New Roman"/>
      <w:b/>
      <w:bCs/>
      <w:kern w:val="44"/>
      <w:sz w:val="44"/>
      <w:szCs w:val="44"/>
      <w:lang w:val="en-US" w:eastAsia="zh-CN" w:bidi="ar-SA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Times New Roman" w:eastAsia="黑体" w:cs="Lucida Sans" w:hAnsi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Times New Roman" w:eastAsia="宋体" w:cs="Lucida Sans" w:hAnsi="Times New Roman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paragraph" w:styleId="15">
    <w:name w:val="table of figures"/>
    <w:qFormat/>
    <w:basedOn w:val="0"/>
    <w:next w:val="0"/>
    <w:pPr>
      <w:ind w:leftChars="200" w:left="400" w:hangingChars="200" w:hanging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image" Target="media/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customXml" Target="../customXml/item1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mpd="sng" cap="flat">
          <a:solidFill>
            <a:schemeClr val="phClr"/>
          </a:solidFill>
          <a:prstDash val="solid"/>
          <a:miter/>
        </a:ln>
        <a:ln w="12700" cmpd="sng" cap="flat">
          <a:solidFill>
            <a:schemeClr val="phClr"/>
          </a:solidFill>
          <a:prstDash val="solid"/>
          <a:miter/>
        </a:ln>
        <a:ln w="19050" cmpd="sng" cap="flat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algn="b" rotWithShape="0" blurRad="57150" dist="19050" dir="540000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26645 1 1 1 1 1"/>
    <sectPr/>
  </customProps>
</customData>
</file>

<file path=customXml/itemProps1.xml><?xml version="1.0" encoding="utf-8"?>
<ds:datastoreItem xmlns:ds="http://schemas.openxmlformats.org/officeDocument/2006/customXml" ds:itemID="{8F3F16F4-F820-493B-A795-5BA3B9205F8C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2</TotalTime>
  <Application>Yozo_Office9.0.6115.191ZH</Application>
  <Pages>1</Pages>
  <Words>0</Words>
  <Characters>15</Characters>
  <Lines>0</Lines>
  <Paragraphs>7</Paragraphs>
  <CharactersWithSpaces>21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xlc251124a05</dc:creator>
  <cp:lastModifiedBy>xlc251124a05</cp:lastModifiedBy>
  <cp:revision>2</cp:revision>
  <dcterms:created xsi:type="dcterms:W3CDTF">2026-02-09T08:01:58Z</dcterms:created>
  <dcterms:modified xsi:type="dcterms:W3CDTF">2026-02-09T08:09:04Z</dcterms:modified>
</cp:coreProperties>
</file>